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EE8A6DA" w14:textId="0A59D4B0" w:rsidR="00D70022" w:rsidRPr="00973DC2" w:rsidRDefault="00D70022" w:rsidP="00D70022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„</w:t>
      </w:r>
      <w:r w:rsidR="00A044E7">
        <w:rPr>
          <w:rFonts w:asciiTheme="minorHAnsi" w:hAnsiTheme="minorHAnsi"/>
          <w:b/>
          <w:bCs/>
          <w:sz w:val="20"/>
          <w:szCs w:val="20"/>
        </w:rPr>
        <w:t>Młodzi przyszłością Dolnego Śląska</w:t>
      </w:r>
      <w:r w:rsidRPr="00973DC2">
        <w:rPr>
          <w:rFonts w:asciiTheme="minorHAnsi" w:hAnsiTheme="minorHAnsi"/>
          <w:b/>
          <w:bCs/>
          <w:sz w:val="20"/>
          <w:szCs w:val="20"/>
        </w:rPr>
        <w:t xml:space="preserve">!” </w:t>
      </w:r>
    </w:p>
    <w:p w14:paraId="3E55E5EB" w14:textId="01CB0947" w:rsidR="00D70022" w:rsidRPr="00973DC2" w:rsidRDefault="00D70022" w:rsidP="00D70022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nr FEDS.07.0</w:t>
      </w:r>
      <w:r w:rsidR="005155FE">
        <w:rPr>
          <w:rFonts w:asciiTheme="minorHAnsi" w:hAnsiTheme="minorHAnsi"/>
          <w:b/>
          <w:bCs/>
          <w:sz w:val="20"/>
          <w:szCs w:val="20"/>
        </w:rPr>
        <w:t>5</w:t>
      </w:r>
      <w:r w:rsidRPr="00973DC2">
        <w:rPr>
          <w:rFonts w:asciiTheme="minorHAnsi" w:hAnsiTheme="minorHAnsi"/>
          <w:b/>
          <w:bCs/>
          <w:sz w:val="20"/>
          <w:szCs w:val="20"/>
        </w:rPr>
        <w:t>-IP.02-0</w:t>
      </w:r>
      <w:r w:rsidR="00A044E7">
        <w:rPr>
          <w:rFonts w:asciiTheme="minorHAnsi" w:hAnsiTheme="minorHAnsi"/>
          <w:b/>
          <w:bCs/>
          <w:sz w:val="20"/>
          <w:szCs w:val="20"/>
        </w:rPr>
        <w:t>151</w:t>
      </w:r>
      <w:r w:rsidRPr="00973DC2">
        <w:rPr>
          <w:rFonts w:asciiTheme="minorHAnsi" w:hAnsiTheme="minorHAnsi"/>
          <w:b/>
          <w:bCs/>
          <w:sz w:val="20"/>
          <w:szCs w:val="20"/>
        </w:rPr>
        <w:t>/24</w:t>
      </w:r>
    </w:p>
    <w:p w14:paraId="549B1C76" w14:textId="77777777" w:rsidR="002F7E5B" w:rsidRPr="00973DC2" w:rsidRDefault="002F7E5B" w:rsidP="002F7E5B">
      <w:pPr>
        <w:rPr>
          <w:rFonts w:asciiTheme="minorHAnsi" w:hAnsiTheme="minorHAnsi" w:cs="Arial Narrow"/>
          <w:sz w:val="20"/>
          <w:szCs w:val="20"/>
        </w:rPr>
      </w:pPr>
    </w:p>
    <w:p w14:paraId="322D564D" w14:textId="02C2623F" w:rsidR="002F7E5B" w:rsidRPr="00973DC2" w:rsidRDefault="002F7E5B" w:rsidP="002F7E5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……………………………………………………….……….</w:t>
      </w:r>
    </w:p>
    <w:p w14:paraId="2D580E7A" w14:textId="25FA1A16" w:rsidR="002F7E5B" w:rsidRPr="00973DC2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0"/>
          <w:szCs w:val="20"/>
        </w:rPr>
      </w:pPr>
      <w:r w:rsidRPr="00973DC2">
        <w:rPr>
          <w:rFonts w:asciiTheme="minorHAnsi" w:hAnsiTheme="minorHAnsi" w:cs="Arial Narrow"/>
          <w:i/>
          <w:sz w:val="20"/>
          <w:szCs w:val="20"/>
        </w:rPr>
        <w:t xml:space="preserve">Dane </w:t>
      </w:r>
      <w:r w:rsidR="00E23E00" w:rsidRPr="00973DC2">
        <w:rPr>
          <w:rFonts w:asciiTheme="minorHAnsi" w:hAnsiTheme="minorHAnsi" w:cs="Arial Narrow"/>
          <w:i/>
          <w:sz w:val="20"/>
          <w:szCs w:val="20"/>
        </w:rPr>
        <w:t>Oferenta</w:t>
      </w:r>
      <w:r w:rsidRPr="00973DC2">
        <w:rPr>
          <w:rFonts w:asciiTheme="minorHAnsi" w:hAnsiTheme="minorHAnsi" w:cs="Arial Narrow"/>
          <w:i/>
          <w:sz w:val="20"/>
          <w:szCs w:val="20"/>
        </w:rPr>
        <w:t xml:space="preserve"> / Pieczęć  (o ile posiada)</w:t>
      </w:r>
    </w:p>
    <w:p w14:paraId="06C7815B" w14:textId="77777777" w:rsidR="00D90060" w:rsidRPr="00973DC2" w:rsidRDefault="00D90060" w:rsidP="00CC2EA5">
      <w:pPr>
        <w:pStyle w:val="Tekstpodstawowy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</w:p>
    <w:p w14:paraId="20B3E7EB" w14:textId="0568BF67" w:rsidR="002F7E5B" w:rsidRPr="00973DC2" w:rsidRDefault="002F7E5B" w:rsidP="00CC2EA5">
      <w:pPr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OŚWIADCZENIE O BRAKU POWIĄZA</w:t>
      </w:r>
      <w:r w:rsidR="00CC2EA5">
        <w:rPr>
          <w:rFonts w:asciiTheme="minorHAnsi" w:hAnsiTheme="minorHAnsi" w:cs="Arial Narrow"/>
          <w:b/>
          <w:sz w:val="20"/>
          <w:szCs w:val="20"/>
        </w:rPr>
        <w:t>Ń</w:t>
      </w:r>
      <w:r w:rsidR="00E23E00" w:rsidRPr="00973DC2">
        <w:rPr>
          <w:rFonts w:asciiTheme="minorHAnsi" w:hAnsiTheme="minorHAnsi"/>
          <w:sz w:val="20"/>
          <w:szCs w:val="20"/>
        </w:rPr>
        <w:t xml:space="preserve"> </w:t>
      </w:r>
      <w:r w:rsidRPr="00973DC2">
        <w:rPr>
          <w:rFonts w:asciiTheme="minorHAnsi" w:hAnsiTheme="minorHAnsi" w:cs="Arial Narrow"/>
          <w:b/>
          <w:sz w:val="20"/>
          <w:szCs w:val="20"/>
        </w:rPr>
        <w:t>KAPITAŁOWYCH LUB OSOBOWYCH</w:t>
      </w:r>
    </w:p>
    <w:p w14:paraId="705BF4A8" w14:textId="3C48ADD5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 xml:space="preserve">Ja niżej podpisany/a, </w:t>
      </w:r>
      <w:r w:rsidRPr="00973DC2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12C5C2DA" w14:textId="2CF510EB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/>
          <w:sz w:val="20"/>
          <w:szCs w:val="20"/>
        </w:rPr>
        <w:t>reprezentujący/a: ……………………………………………………………..</w:t>
      </w:r>
    </w:p>
    <w:p w14:paraId="6CD28234" w14:textId="3B93D789" w:rsidR="00A12DBE" w:rsidRPr="00973DC2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oświadczam, że nie jestem powiązany/a osobowo lub kapitałowo z Zamawiającym</w:t>
      </w:r>
    </w:p>
    <w:p w14:paraId="29A42240" w14:textId="21710D0E" w:rsidR="002F7E5B" w:rsidRPr="00973DC2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  <w:t>BRC CONSULTING Renata Różycka, ul. Brzozowa 3b/4, 52-200 Wysoka.</w:t>
      </w:r>
    </w:p>
    <w:p w14:paraId="7B2E0E09" w14:textId="090E8A36" w:rsidR="002F7E5B" w:rsidRPr="00973DC2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uczestniczeniu w spółce jako wspólnik spółki cywilnej lub spółki osobowej;</w:t>
      </w:r>
    </w:p>
    <w:p w14:paraId="38275C6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 xml:space="preserve">posobienia, opieki lub kurateli, </w:t>
      </w:r>
      <w:r w:rsidR="00F91813" w:rsidRPr="00973DC2">
        <w:rPr>
          <w:rFonts w:asciiTheme="minorHAnsi" w:hAnsiTheme="minorHAnsi" w:cs="Calibri"/>
          <w:sz w:val="20"/>
          <w:szCs w:val="20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973DC2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973DC2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973DC2">
        <w:rPr>
          <w:rFonts w:asciiTheme="minorHAnsi" w:hAnsiTheme="minorHAnsi" w:cs="Calibri"/>
          <w:b/>
          <w:sz w:val="20"/>
          <w:szCs w:val="20"/>
        </w:rPr>
        <w:t xml:space="preserve">Ponadto oświadczam o braku </w:t>
      </w:r>
      <w:r w:rsidR="00F91813" w:rsidRPr="00973DC2">
        <w:rPr>
          <w:rFonts w:asciiTheme="minorHAnsi" w:hAnsiTheme="minorHAnsi" w:cs="Calibri"/>
          <w:b/>
          <w:sz w:val="20"/>
          <w:szCs w:val="20"/>
        </w:rPr>
        <w:t xml:space="preserve">wystąpienia konfliktu interesów. </w:t>
      </w:r>
    </w:p>
    <w:p w14:paraId="3585D669" w14:textId="22F29B21" w:rsidR="002F7E5B" w:rsidRPr="00973DC2" w:rsidRDefault="00F91813" w:rsidP="00D90060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 lub na bezstronność prowadzenia spraw służbowych, z uwagi na względy rodzinne, emocjonalne, sympatie polityczne lub związki z jakimkolwiek krajem, interes gospodarczy lub jakiekolwiek inne bezpośrednie lub pośrednie interesy osobiste.</w:t>
      </w:r>
      <w:r w:rsidR="00973DC2" w:rsidRPr="00973DC2">
        <w:rPr>
          <w:rFonts w:asciiTheme="minorHAnsi" w:hAnsiTheme="minorHAnsi" w:cs="Calibri"/>
          <w:sz w:val="20"/>
          <w:szCs w:val="20"/>
        </w:rPr>
        <w:t xml:space="preserve"> Konflikt interesów oznacza każdą sytuację, w której osoby biorące udział w przygotowaniu lub prowadzeniu postępowania o udzielenie zamówienia lub mogące wpłynąć na wynik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7E286" w14:textId="77777777" w:rsidR="00EA7AB2" w:rsidRDefault="00EA7AB2">
      <w:r>
        <w:separator/>
      </w:r>
    </w:p>
  </w:endnote>
  <w:endnote w:type="continuationSeparator" w:id="0">
    <w:p w14:paraId="3222BDB7" w14:textId="77777777" w:rsidR="00EA7AB2" w:rsidRDefault="00EA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6AA95" w14:textId="77777777" w:rsidR="00EA7AB2" w:rsidRDefault="00EA7AB2">
      <w:r>
        <w:separator/>
      </w:r>
    </w:p>
  </w:footnote>
  <w:footnote w:type="continuationSeparator" w:id="0">
    <w:p w14:paraId="14965475" w14:textId="77777777" w:rsidR="00EA7AB2" w:rsidRDefault="00EA7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88659">
    <w:abstractNumId w:val="5"/>
  </w:num>
  <w:num w:numId="2" w16cid:durableId="1360425440">
    <w:abstractNumId w:val="1"/>
  </w:num>
  <w:num w:numId="3" w16cid:durableId="896938255">
    <w:abstractNumId w:val="6"/>
  </w:num>
  <w:num w:numId="4" w16cid:durableId="1749574270">
    <w:abstractNumId w:val="4"/>
  </w:num>
  <w:num w:numId="5" w16cid:durableId="815150865">
    <w:abstractNumId w:val="7"/>
  </w:num>
  <w:num w:numId="6" w16cid:durableId="1161585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3519861">
    <w:abstractNumId w:val="0"/>
  </w:num>
  <w:num w:numId="8" w16cid:durableId="1108813523">
    <w:abstractNumId w:val="2"/>
  </w:num>
  <w:num w:numId="9" w16cid:durableId="6609374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87FD5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03AE"/>
    <w:rsid w:val="000E1F9F"/>
    <w:rsid w:val="000E5C9A"/>
    <w:rsid w:val="000F00F5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74406"/>
    <w:rsid w:val="00180FB7"/>
    <w:rsid w:val="001905C4"/>
    <w:rsid w:val="0019258C"/>
    <w:rsid w:val="00194294"/>
    <w:rsid w:val="00195D36"/>
    <w:rsid w:val="001B072F"/>
    <w:rsid w:val="001B210F"/>
    <w:rsid w:val="001B5232"/>
    <w:rsid w:val="001B718A"/>
    <w:rsid w:val="001B72C8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559B4"/>
    <w:rsid w:val="00270B4A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13DB"/>
    <w:rsid w:val="00343CD3"/>
    <w:rsid w:val="0034456B"/>
    <w:rsid w:val="003447A2"/>
    <w:rsid w:val="0034501C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8C3"/>
    <w:rsid w:val="004A0B1A"/>
    <w:rsid w:val="004A78A7"/>
    <w:rsid w:val="004B1E78"/>
    <w:rsid w:val="004B622A"/>
    <w:rsid w:val="004B70BD"/>
    <w:rsid w:val="004C3125"/>
    <w:rsid w:val="004E4EB9"/>
    <w:rsid w:val="004F142E"/>
    <w:rsid w:val="004F7835"/>
    <w:rsid w:val="004F7D74"/>
    <w:rsid w:val="005036CE"/>
    <w:rsid w:val="00513EBF"/>
    <w:rsid w:val="005155FE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3F0F"/>
    <w:rsid w:val="00575F6B"/>
    <w:rsid w:val="005760A9"/>
    <w:rsid w:val="005761FA"/>
    <w:rsid w:val="00583B77"/>
    <w:rsid w:val="00586953"/>
    <w:rsid w:val="0059145E"/>
    <w:rsid w:val="00594464"/>
    <w:rsid w:val="005A0BC7"/>
    <w:rsid w:val="005A1E46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35FEA"/>
    <w:rsid w:val="00640BFF"/>
    <w:rsid w:val="00655C5C"/>
    <w:rsid w:val="00660276"/>
    <w:rsid w:val="00663E1E"/>
    <w:rsid w:val="00665085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6530"/>
    <w:rsid w:val="007850D9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E6B82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1A70"/>
    <w:rsid w:val="008C4CE1"/>
    <w:rsid w:val="008C527C"/>
    <w:rsid w:val="008D10D1"/>
    <w:rsid w:val="008D2E17"/>
    <w:rsid w:val="008D510C"/>
    <w:rsid w:val="008E1D2A"/>
    <w:rsid w:val="008F0F06"/>
    <w:rsid w:val="008F19D7"/>
    <w:rsid w:val="008F3464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3DC2"/>
    <w:rsid w:val="009751D8"/>
    <w:rsid w:val="00987582"/>
    <w:rsid w:val="00990612"/>
    <w:rsid w:val="009A0315"/>
    <w:rsid w:val="009A0B03"/>
    <w:rsid w:val="009A27EE"/>
    <w:rsid w:val="009A298B"/>
    <w:rsid w:val="009A6E7D"/>
    <w:rsid w:val="009A7FC0"/>
    <w:rsid w:val="009B27BD"/>
    <w:rsid w:val="009B5CA6"/>
    <w:rsid w:val="009C2AB5"/>
    <w:rsid w:val="009C58F6"/>
    <w:rsid w:val="009C630F"/>
    <w:rsid w:val="009D71C1"/>
    <w:rsid w:val="009F2CF0"/>
    <w:rsid w:val="009F2E5F"/>
    <w:rsid w:val="009F5505"/>
    <w:rsid w:val="009F64EC"/>
    <w:rsid w:val="00A0246C"/>
    <w:rsid w:val="00A03202"/>
    <w:rsid w:val="00A044E7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6254"/>
    <w:rsid w:val="00AD7F6E"/>
    <w:rsid w:val="00AE0D46"/>
    <w:rsid w:val="00AE6C0A"/>
    <w:rsid w:val="00AF080A"/>
    <w:rsid w:val="00AF263C"/>
    <w:rsid w:val="00AF5A2B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40FEA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C1B"/>
    <w:rsid w:val="00C01B5F"/>
    <w:rsid w:val="00C03A27"/>
    <w:rsid w:val="00C13BA5"/>
    <w:rsid w:val="00C2466A"/>
    <w:rsid w:val="00C24696"/>
    <w:rsid w:val="00C353F9"/>
    <w:rsid w:val="00C46D2F"/>
    <w:rsid w:val="00C61F14"/>
    <w:rsid w:val="00C62C24"/>
    <w:rsid w:val="00C635B6"/>
    <w:rsid w:val="00C63D53"/>
    <w:rsid w:val="00C70F10"/>
    <w:rsid w:val="00C77733"/>
    <w:rsid w:val="00C801C6"/>
    <w:rsid w:val="00C9511E"/>
    <w:rsid w:val="00CA20F9"/>
    <w:rsid w:val="00CA42B8"/>
    <w:rsid w:val="00CB2315"/>
    <w:rsid w:val="00CB2915"/>
    <w:rsid w:val="00CB422A"/>
    <w:rsid w:val="00CB5F4D"/>
    <w:rsid w:val="00CB78B6"/>
    <w:rsid w:val="00CC263D"/>
    <w:rsid w:val="00CC2EA5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54117"/>
    <w:rsid w:val="00D70022"/>
    <w:rsid w:val="00D73211"/>
    <w:rsid w:val="00D74BEC"/>
    <w:rsid w:val="00D75285"/>
    <w:rsid w:val="00D7734D"/>
    <w:rsid w:val="00D90060"/>
    <w:rsid w:val="00D947E0"/>
    <w:rsid w:val="00DA7985"/>
    <w:rsid w:val="00DB0E75"/>
    <w:rsid w:val="00DB6904"/>
    <w:rsid w:val="00DC0862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4683D"/>
    <w:rsid w:val="00E46EC1"/>
    <w:rsid w:val="00E55D67"/>
    <w:rsid w:val="00E56E5B"/>
    <w:rsid w:val="00E57060"/>
    <w:rsid w:val="00E5755A"/>
    <w:rsid w:val="00E63316"/>
    <w:rsid w:val="00E64176"/>
    <w:rsid w:val="00E70498"/>
    <w:rsid w:val="00E84793"/>
    <w:rsid w:val="00E857FA"/>
    <w:rsid w:val="00E8701B"/>
    <w:rsid w:val="00E87616"/>
    <w:rsid w:val="00E92047"/>
    <w:rsid w:val="00E94FF4"/>
    <w:rsid w:val="00EA09EE"/>
    <w:rsid w:val="00EA5C16"/>
    <w:rsid w:val="00EA6C01"/>
    <w:rsid w:val="00EA7AB2"/>
    <w:rsid w:val="00EB7B98"/>
    <w:rsid w:val="00EC0D6C"/>
    <w:rsid w:val="00EC135B"/>
    <w:rsid w:val="00ED13FE"/>
    <w:rsid w:val="00ED1A3F"/>
    <w:rsid w:val="00ED1FBD"/>
    <w:rsid w:val="00ED5186"/>
    <w:rsid w:val="00EE00A7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03EE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E152B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9DE-A3C7-D440-8538-FE64328A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2025-11-27T14:05:00Z</dcterms:created>
  <dcterms:modified xsi:type="dcterms:W3CDTF">2025-11-27T14:05:00Z</dcterms:modified>
</cp:coreProperties>
</file>